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0CDE" w:rsidRDefault="00365AF2">
      <w:pPr>
        <w:pStyle w:val="Nadpis1"/>
      </w:pPr>
      <w:r>
        <w:t>62/9</w:t>
      </w:r>
      <w:r w:rsidR="00415706">
        <w:t xml:space="preserve"> - odbor </w:t>
      </w:r>
      <w:r>
        <w:t>informatiky a provozu</w:t>
      </w:r>
    </w:p>
    <w:p w:rsidR="000C0CDE" w:rsidRDefault="000C0CD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C0CDE" w:rsidRDefault="00415706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0C0CDE" w:rsidRDefault="00415706" w:rsidP="00365AF2">
      <w:pPr>
        <w:widowControl w:val="0"/>
        <w:autoSpaceDE w:val="0"/>
        <w:autoSpaceDN w:val="0"/>
        <w:adjustRightInd w:val="0"/>
        <w:jc w:val="center"/>
      </w:pPr>
      <w:r>
        <w:t xml:space="preserve">odbor </w:t>
      </w:r>
      <w:r w:rsidR="00365AF2">
        <w:t>informatiky a provozu</w:t>
      </w:r>
    </w:p>
    <w:p w:rsidR="00365AF2" w:rsidRDefault="00365AF2" w:rsidP="00365AF2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0C0CDE" w:rsidRDefault="000C0CDE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0C0CDE" w:rsidRDefault="00415706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0C0CDE" w:rsidRDefault="00365AF2">
      <w:pPr>
        <w:pStyle w:val="Nadpis2"/>
      </w:pPr>
      <w:r>
        <w:t>Prodej Škoda Fabia RZ 3C2 6666 z důvodu nerentabilní opravy</w:t>
      </w:r>
    </w:p>
    <w:p w:rsidR="000C0CDE" w:rsidRDefault="000C0CDE">
      <w:pPr>
        <w:widowControl w:val="0"/>
        <w:autoSpaceDE w:val="0"/>
        <w:autoSpaceDN w:val="0"/>
        <w:adjustRightInd w:val="0"/>
        <w:rPr>
          <w:u w:val="single"/>
        </w:rPr>
      </w:pPr>
    </w:p>
    <w:p w:rsidR="000C0CDE" w:rsidRDefault="000C0CDE">
      <w:pPr>
        <w:widowControl w:val="0"/>
        <w:autoSpaceDE w:val="0"/>
        <w:autoSpaceDN w:val="0"/>
        <w:adjustRightInd w:val="0"/>
        <w:rPr>
          <w:u w:val="single"/>
        </w:rPr>
      </w:pPr>
    </w:p>
    <w:p w:rsidR="000C0CDE" w:rsidRDefault="000C0CDE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0C0CDE" w:rsidRDefault="00415706">
      <w:pPr>
        <w:widowControl w:val="0"/>
        <w:autoSpaceDE w:val="0"/>
        <w:autoSpaceDN w:val="0"/>
        <w:adjustRightInd w:val="0"/>
        <w:jc w:val="both"/>
      </w:pPr>
      <w:r>
        <w:t>K projednání v radě města dne 2</w:t>
      </w:r>
      <w:r w:rsidR="00365AF2">
        <w:t>6</w:t>
      </w:r>
      <w:r>
        <w:t xml:space="preserve">. </w:t>
      </w:r>
      <w:r w:rsidR="00365AF2">
        <w:t xml:space="preserve">října </w:t>
      </w:r>
      <w:r>
        <w:t>20</w:t>
      </w:r>
      <w:r w:rsidR="00365AF2">
        <w:t>16</w:t>
      </w:r>
    </w:p>
    <w:p w:rsidR="00415706" w:rsidRDefault="00415706">
      <w:pPr>
        <w:widowControl w:val="0"/>
        <w:autoSpaceDE w:val="0"/>
        <w:autoSpaceDN w:val="0"/>
        <w:adjustRightInd w:val="0"/>
        <w:jc w:val="both"/>
      </w:pPr>
    </w:p>
    <w:p w:rsidR="000C0CDE" w:rsidRDefault="00415706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Návrh usnesení:</w:t>
      </w:r>
    </w:p>
    <w:p w:rsidR="000C0CDE" w:rsidRDefault="00415706">
      <w:pPr>
        <w:widowControl w:val="0"/>
        <w:autoSpaceDE w:val="0"/>
        <w:autoSpaceDN w:val="0"/>
        <w:adjustRightInd w:val="0"/>
        <w:jc w:val="both"/>
      </w:pPr>
      <w:r>
        <w:t>RM po projednání</w:t>
      </w:r>
    </w:p>
    <w:p w:rsidR="00415706" w:rsidRDefault="005D1726" w:rsidP="00415706">
      <w:pPr>
        <w:pStyle w:val="Nadpis3"/>
        <w:numPr>
          <w:ilvl w:val="0"/>
          <w:numId w:val="2"/>
        </w:numPr>
      </w:pPr>
      <w:r>
        <w:t>S</w:t>
      </w:r>
      <w:r w:rsidR="00415706">
        <w:t>ouhlasí</w:t>
      </w:r>
    </w:p>
    <w:p w:rsidR="000C0CDE" w:rsidRDefault="00415706" w:rsidP="00415706">
      <w:r>
        <w:t xml:space="preserve">s prodejem osobního automobilu </w:t>
      </w:r>
      <w:r w:rsidR="00394D14">
        <w:t>Škoda Fabia RZ 3C2 6666 za 12.000 Kč</w:t>
      </w:r>
      <w:r>
        <w:t xml:space="preserve"> p. Janu Štěpánkovi, Drachkov, 386 01 Strakonice.</w:t>
      </w:r>
    </w:p>
    <w:p w:rsidR="000C0CDE" w:rsidRDefault="00415706" w:rsidP="00415706">
      <w:pPr>
        <w:pStyle w:val="Nadpis3"/>
        <w:numPr>
          <w:ilvl w:val="0"/>
          <w:numId w:val="2"/>
        </w:numPr>
      </w:pPr>
      <w:r>
        <w:t>Pověřuje</w:t>
      </w:r>
    </w:p>
    <w:p w:rsidR="00415706" w:rsidRDefault="00415706" w:rsidP="00415706">
      <w:r>
        <w:t>starostu města podpisem kupní smlouvy.</w:t>
      </w:r>
    </w:p>
    <w:p w:rsidR="000C0CDE" w:rsidRDefault="000C0CDE">
      <w:pPr>
        <w:jc w:val="both"/>
      </w:pPr>
    </w:p>
    <w:p w:rsidR="000C0CDE" w:rsidRDefault="000C0CDE">
      <w:pPr>
        <w:jc w:val="both"/>
      </w:pPr>
    </w:p>
    <w:p w:rsidR="000C0CDE" w:rsidRDefault="000C0CDE">
      <w:pPr>
        <w:jc w:val="both"/>
      </w:pPr>
    </w:p>
    <w:p w:rsidR="000C0CDE" w:rsidRDefault="000C0CDE">
      <w:pPr>
        <w:jc w:val="both"/>
      </w:pPr>
    </w:p>
    <w:p w:rsidR="000C0CDE" w:rsidRDefault="000C0CDE">
      <w:pPr>
        <w:jc w:val="both"/>
      </w:pPr>
    </w:p>
    <w:p w:rsidR="000C0CDE" w:rsidRDefault="00415706">
      <w:pPr>
        <w:jc w:val="both"/>
        <w:rPr>
          <w:b/>
          <w:bCs/>
        </w:rPr>
      </w:pPr>
      <w:r>
        <w:rPr>
          <w:b/>
          <w:bCs/>
        </w:rPr>
        <w:t xml:space="preserve">Vypracoval: </w:t>
      </w:r>
      <w:r w:rsidRPr="00415706">
        <w:rPr>
          <w:bCs/>
        </w:rPr>
        <w:t>Milada Švihálková</w:t>
      </w:r>
    </w:p>
    <w:p w:rsidR="00365AF2" w:rsidRPr="00415706" w:rsidRDefault="00415706">
      <w:pPr>
        <w:jc w:val="both"/>
        <w:rPr>
          <w:bCs/>
        </w:rPr>
      </w:pPr>
      <w:bookmarkStart w:id="0" w:name="_GoBack"/>
      <w:bookmarkEnd w:id="0"/>
      <w:r>
        <w:rPr>
          <w:b/>
          <w:bCs/>
        </w:rPr>
        <w:t xml:space="preserve">Předkládá: </w:t>
      </w:r>
      <w:r w:rsidRPr="00415706">
        <w:rPr>
          <w:bCs/>
        </w:rPr>
        <w:t>Ing. Rudolf Ulč</w:t>
      </w:r>
      <w:r w:rsidRPr="00415706">
        <w:rPr>
          <w:bCs/>
        </w:rPr>
        <w:tab/>
      </w:r>
    </w:p>
    <w:sectPr w:rsidR="00365AF2" w:rsidRPr="004157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BF2E3F"/>
    <w:multiLevelType w:val="hybridMultilevel"/>
    <w:tmpl w:val="82DA8744"/>
    <w:lvl w:ilvl="0" w:tplc="343AFF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AF2"/>
    <w:rsid w:val="00004540"/>
    <w:rsid w:val="000C0CDE"/>
    <w:rsid w:val="00365AF2"/>
    <w:rsid w:val="00394D14"/>
    <w:rsid w:val="00415706"/>
    <w:rsid w:val="005D1726"/>
    <w:rsid w:val="008A4C50"/>
    <w:rsid w:val="0098145F"/>
    <w:rsid w:val="00D93DA6"/>
    <w:rsid w:val="00ED7C71"/>
    <w:rsid w:val="00EE23CA"/>
    <w:rsid w:val="00F6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4BBA92"/>
  <w15:chartTrackingRefBased/>
  <w15:docId w15:val="{D0A7FF7D-1365-4B0B-9C26-AE7037CCF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jc w:val="center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Normlnweb">
    <w:name w:val="Normal (Web)"/>
    <w:basedOn w:val="Normln"/>
    <w:uiPriority w:val="99"/>
    <w:semiHidden/>
    <w:unhideWhenUsed/>
    <w:rsid w:val="0098145F"/>
  </w:style>
  <w:style w:type="character" w:styleId="Hypertextovodkaz">
    <w:name w:val="Hyperlink"/>
    <w:basedOn w:val="Standardnpsmoodstavce"/>
    <w:uiPriority w:val="99"/>
    <w:unhideWhenUsed/>
    <w:rsid w:val="0098145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636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29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26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029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402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280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8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698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0785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4645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3939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03212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18893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38720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4861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3738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MSOffice\Sablony\Mesto\MR-1bod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MR-1bod.dot</Template>
  <TotalTime>3</TotalTime>
  <Pages>1</Pages>
  <Words>75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Milada Švihálková</dc:creator>
  <cp:keywords/>
  <dc:description/>
  <cp:lastModifiedBy>Miroslava Havrdová</cp:lastModifiedBy>
  <cp:revision>4</cp:revision>
  <cp:lastPrinted>1899-12-31T23:00:00Z</cp:lastPrinted>
  <dcterms:created xsi:type="dcterms:W3CDTF">2016-10-19T11:30:00Z</dcterms:created>
  <dcterms:modified xsi:type="dcterms:W3CDTF">2016-10-20T09:43:00Z</dcterms:modified>
</cp:coreProperties>
</file>